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D7B2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46A4569C" w:rsidR="00D96984" w:rsidRPr="0007110E" w:rsidRDefault="00AA2E18" w:rsidP="00E82667">
                            <w:pPr>
                              <w:tabs>
                                <w:tab w:val="left" w:pos="426"/>
                              </w:tabs>
                              <w:spacing w:before="120"/>
                              <w:rPr>
                                <w:bCs/>
                                <w:lang w:val="en-IE" w:eastAsia="en-GB"/>
                              </w:rPr>
                            </w:pPr>
                            <w:r>
                              <w:t>254419</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9D7B28" w:rsidP="005C0526">
                    <w:pPr>
                      <w:spacing w:after="0"/>
                      <w:ind w:right="1315"/>
                      <w:rPr>
                        <w:bCs/>
                        <w:lang w:val="en-IE" w:eastAsia="en-GB"/>
                      </w:rPr>
                    </w:pPr>
                  </w:p>
                </w:sdtContent>
              </w:sdt>
            </w:sdtContent>
          </w:sdt>
          <w:p w14:paraId="34CF737A" w14:textId="2DD86E39" w:rsidR="00E21DBD" w:rsidRPr="0007110E" w:rsidRDefault="009D7B2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46DB">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F46DB">
                  <w:rPr>
                    <w:bCs/>
                    <w:lang w:val="en-IE" w:eastAsia="en-GB"/>
                  </w:rPr>
                  <w:t>2026</w:t>
                </w:r>
              </w:sdtContent>
            </w:sdt>
          </w:p>
          <w:p w14:paraId="158DD156" w14:textId="777F45D8" w:rsidR="00E21DBD" w:rsidRPr="0007110E" w:rsidRDefault="009D7B2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AA2E18">
                              <w:rPr>
                                <w:szCs w:val="24"/>
                              </w:rPr>
                              <w:t>Bangladesh</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C713827"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3E88E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D7B2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D7B2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D7B2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0C36D2"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4E9AC2D"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D20F1B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9D7B28">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9D7B28"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14D3689B" w:rsidR="005C0526" w:rsidRPr="00D96FC9" w:rsidRDefault="005C0526" w:rsidP="005C0526">
              <w:pPr>
                <w:widowControl w:val="0"/>
                <w:numPr>
                  <w:ilvl w:val="0"/>
                  <w:numId w:val="34"/>
                </w:numPr>
                <w:tabs>
                  <w:tab w:val="left" w:pos="746"/>
                </w:tabs>
                <w:spacing w:line="254" w:lineRule="exact"/>
                <w:ind w:right="320"/>
                <w:rPr>
                  <w:rFonts w:eastAsia="Arial"/>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D96FC9">
                <w:rPr>
                  <w:szCs w:val="24"/>
                  <w:lang w:val="en-US" w:eastAsia="en-GB"/>
                </w:rPr>
                <w:t xml:space="preserve">, </w:t>
              </w:r>
              <w:r w:rsidR="00D96FC9" w:rsidRPr="00D96FC9">
                <w:rPr>
                  <w:szCs w:val="24"/>
                  <w:lang w:val="en-US" w:eastAsia="en-GB"/>
                </w:rPr>
                <w:t>as well as with the Return Liaison Officers (EURLO), if relevant</w:t>
              </w:r>
              <w:r w:rsidRPr="00D96FC9">
                <w:rPr>
                  <w:szCs w:val="24"/>
                  <w:lang w:val="en-US" w:eastAsia="en-GB"/>
                </w:rPr>
                <w:t>.</w:t>
              </w:r>
            </w:p>
            <w:p w14:paraId="4841FC46" w14:textId="7F19D92D" w:rsidR="005C0526" w:rsidRPr="00384900" w:rsidRDefault="00D96FC9" w:rsidP="005C0526">
              <w:pPr>
                <w:widowControl w:val="0"/>
                <w:numPr>
                  <w:ilvl w:val="0"/>
                  <w:numId w:val="34"/>
                </w:numPr>
                <w:tabs>
                  <w:tab w:val="left" w:pos="746"/>
                </w:tabs>
                <w:spacing w:line="254" w:lineRule="exact"/>
                <w:ind w:right="320"/>
                <w:rPr>
                  <w:rFonts w:eastAsia="Arial"/>
                  <w:color w:val="000000"/>
                  <w:szCs w:val="24"/>
                  <w:lang w:val="en-US" w:eastAsia="en-GB"/>
                </w:rPr>
              </w:pPr>
              <w:r w:rsidRPr="00D96FC9">
                <w:rPr>
                  <w:szCs w:val="24"/>
                  <w:lang w:val="en-US" w:eastAsia="en-GB"/>
                </w:rPr>
                <w:t>Under the supervision and subject to validation of the Head of the Political Section, s</w:t>
              </w:r>
              <w:r w:rsidRPr="006C13B7">
                <w:rPr>
                  <w:szCs w:val="24"/>
                  <w:lang w:val="en-US" w:eastAsia="en-GB"/>
                </w:rPr>
                <w:t>end</w:t>
              </w:r>
              <w:r w:rsidRPr="00384900">
                <w:rPr>
                  <w:szCs w:val="24"/>
                  <w:lang w:val="en-US" w:eastAsia="en-GB"/>
                </w:rPr>
                <w:t xml:space="preserve"> </w:t>
              </w:r>
              <w:r w:rsidR="005C0526" w:rsidRPr="00384900">
                <w:rPr>
                  <w:szCs w:val="24"/>
                  <w:lang w:val="en-US" w:eastAsia="en-GB"/>
                </w:rPr>
                <w:t>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lastRenderedPageBreak/>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9D7B28"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1AE9"/>
    <w:rsid w:val="0007110E"/>
    <w:rsid w:val="0007544E"/>
    <w:rsid w:val="000904C3"/>
    <w:rsid w:val="00092BCA"/>
    <w:rsid w:val="000A4668"/>
    <w:rsid w:val="000D129C"/>
    <w:rsid w:val="000F371B"/>
    <w:rsid w:val="000F4CD5"/>
    <w:rsid w:val="00111AB6"/>
    <w:rsid w:val="001D0A81"/>
    <w:rsid w:val="002109E6"/>
    <w:rsid w:val="00252050"/>
    <w:rsid w:val="002B3CBF"/>
    <w:rsid w:val="002C13C3"/>
    <w:rsid w:val="002C49D0"/>
    <w:rsid w:val="002E40A9"/>
    <w:rsid w:val="00306568"/>
    <w:rsid w:val="00311726"/>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6A2284"/>
    <w:rsid w:val="0074327D"/>
    <w:rsid w:val="007E531E"/>
    <w:rsid w:val="007F02AC"/>
    <w:rsid w:val="007F7012"/>
    <w:rsid w:val="008D02B7"/>
    <w:rsid w:val="008D5B18"/>
    <w:rsid w:val="008F0B52"/>
    <w:rsid w:val="008F46DB"/>
    <w:rsid w:val="008F4BA9"/>
    <w:rsid w:val="00994062"/>
    <w:rsid w:val="00996CC6"/>
    <w:rsid w:val="009A1EA0"/>
    <w:rsid w:val="009A2F00"/>
    <w:rsid w:val="009C5E27"/>
    <w:rsid w:val="009D7B28"/>
    <w:rsid w:val="00A033AD"/>
    <w:rsid w:val="00A0463F"/>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33110"/>
    <w:rsid w:val="00D7090C"/>
    <w:rsid w:val="00D84D53"/>
    <w:rsid w:val="00D96984"/>
    <w:rsid w:val="00D96FC9"/>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4C3"/>
    <w:rsid w:val="001E3B1B"/>
    <w:rsid w:val="00306568"/>
    <w:rsid w:val="00311726"/>
    <w:rsid w:val="0040059D"/>
    <w:rsid w:val="00416B25"/>
    <w:rsid w:val="006212B2"/>
    <w:rsid w:val="006F0611"/>
    <w:rsid w:val="007F7378"/>
    <w:rsid w:val="00893390"/>
    <w:rsid w:val="00894A0C"/>
    <w:rsid w:val="008D5B18"/>
    <w:rsid w:val="009A12CB"/>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C202C208-9921-4925-B543-8981AAF8B51A}"/>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5</Pages>
  <Words>1707</Words>
  <Characters>9733</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9</cp:revision>
  <cp:lastPrinted>2023-04-05T10:36:00Z</cp:lastPrinted>
  <dcterms:created xsi:type="dcterms:W3CDTF">2024-10-10T11:00:00Z</dcterms:created>
  <dcterms:modified xsi:type="dcterms:W3CDTF">2025-09-08T13:54:00Z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